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037B5" w14:textId="77777777" w:rsidR="007D40F0" w:rsidRPr="007D40F0" w:rsidRDefault="007D40F0" w:rsidP="007D40F0">
      <w:pPr>
        <w:jc w:val="right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Anexa 10</w:t>
      </w:r>
    </w:p>
    <w:p w14:paraId="38B60142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395B0709" w14:textId="77777777" w:rsidR="007D40F0" w:rsidRPr="007D40F0" w:rsidRDefault="007D40F0" w:rsidP="007D40F0">
      <w:pPr>
        <w:jc w:val="center"/>
        <w:rPr>
          <w:rFonts w:ascii="Calibri" w:hAnsi="Calibri"/>
        </w:rPr>
      </w:pPr>
    </w:p>
    <w:p w14:paraId="7429B7BD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7F7AB4D5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</w:p>
    <w:p w14:paraId="2178543B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14:paraId="204410DC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14:paraId="6E478EF4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A4407F9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2EF2B380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2FDCF963" w14:textId="77777777"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14:paraId="4B58142B" w14:textId="77777777" w:rsidR="007D40F0" w:rsidRPr="007D40F0" w:rsidRDefault="007D40F0" w:rsidP="007D40F0">
      <w:pPr>
        <w:rPr>
          <w:rFonts w:ascii="Calibri" w:hAnsi="Calibri"/>
        </w:rPr>
      </w:pPr>
    </w:p>
    <w:p w14:paraId="0D0AA139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În cadrul proiectului nr. ............. </w:t>
      </w:r>
      <w:r w:rsidRPr="007D40F0">
        <w:rPr>
          <w:rFonts w:ascii="Calibri" w:hAnsi="Calibri"/>
          <w:i/>
        </w:rPr>
        <w:t>(nr proiect- SF/DALI/PT)</w:t>
      </w:r>
      <w:r w:rsidRPr="007D40F0">
        <w:rPr>
          <w:rFonts w:ascii="Calibri" w:hAnsi="Calibri"/>
        </w:rPr>
        <w:t>, 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solicitant), </w:t>
      </w:r>
      <w:r w:rsidRPr="007D40F0">
        <w:rPr>
          <w:rFonts w:ascii="Calibri" w:hAnsi="Calibri"/>
        </w:rPr>
        <w:t>sunt propuse lucrări/echipamente/dotări/servicii, ale căror costuri au fost stabilite după cum urmează:</w:t>
      </w:r>
    </w:p>
    <w:p w14:paraId="6BD7B4E3" w14:textId="77777777" w:rsidR="007D40F0" w:rsidRPr="007D40F0" w:rsidRDefault="007D40F0" w:rsidP="007D40F0">
      <w:pPr>
        <w:rPr>
          <w:rFonts w:ascii="Calibri" w:hAnsi="Calibri"/>
          <w:i/>
        </w:rPr>
      </w:pPr>
    </w:p>
    <w:p w14:paraId="4D43569C" w14:textId="77777777"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14:paraId="2B5E791D" w14:textId="77777777"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6"/>
        <w:gridCol w:w="5067"/>
      </w:tblGrid>
      <w:tr w:rsidR="007D40F0" w:rsidRPr="00326DC2" w14:paraId="0F876FC9" w14:textId="77777777" w:rsidTr="00326DC2">
        <w:tc>
          <w:tcPr>
            <w:tcW w:w="4503" w:type="dxa"/>
            <w:shd w:val="clear" w:color="auto" w:fill="auto"/>
            <w:vAlign w:val="center"/>
          </w:tcPr>
          <w:p w14:paraId="62590A3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lucrări/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CEA31DC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14:paraId="02AC3E47" w14:textId="77777777" w:rsidTr="00326DC2">
        <w:tc>
          <w:tcPr>
            <w:tcW w:w="4503" w:type="dxa"/>
            <w:shd w:val="clear" w:color="auto" w:fill="auto"/>
            <w:vAlign w:val="center"/>
          </w:tcPr>
          <w:p w14:paraId="59D82199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38DD188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4C8C6F72" w14:textId="77777777" w:rsidTr="00326DC2">
        <w:tc>
          <w:tcPr>
            <w:tcW w:w="4503" w:type="dxa"/>
            <w:shd w:val="clear" w:color="auto" w:fill="auto"/>
            <w:vAlign w:val="center"/>
          </w:tcPr>
          <w:p w14:paraId="24DDE48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F954532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28B06BF3" w14:textId="77777777" w:rsidTr="00326DC2">
        <w:tc>
          <w:tcPr>
            <w:tcW w:w="4503" w:type="dxa"/>
            <w:shd w:val="clear" w:color="auto" w:fill="auto"/>
            <w:vAlign w:val="center"/>
          </w:tcPr>
          <w:p w14:paraId="429C51FD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2022E21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14:paraId="132A1975" w14:textId="77777777" w:rsidR="007D40F0" w:rsidRPr="007D40F0" w:rsidRDefault="007D40F0" w:rsidP="007D40F0">
      <w:pPr>
        <w:rPr>
          <w:rFonts w:ascii="Calibri" w:hAnsi="Calibri"/>
        </w:rPr>
      </w:pPr>
    </w:p>
    <w:p w14:paraId="511F4F41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93061D5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14:paraId="1025ED77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1A13B3D7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0E70F22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B3C3E87" w14:textId="77777777" w:rsidR="007D40F0" w:rsidRDefault="007D40F0" w:rsidP="007D40F0">
      <w:pPr>
        <w:jc w:val="both"/>
        <w:rPr>
          <w:rFonts w:ascii="Calibri" w:hAnsi="Calibri"/>
        </w:rPr>
      </w:pPr>
    </w:p>
    <w:p w14:paraId="11379D36" w14:textId="77777777" w:rsidR="007D40F0" w:rsidRDefault="007D40F0" w:rsidP="007D40F0">
      <w:pPr>
        <w:jc w:val="both"/>
        <w:rPr>
          <w:rFonts w:ascii="Calibri" w:hAnsi="Calibri"/>
        </w:rPr>
      </w:pPr>
    </w:p>
    <w:p w14:paraId="1D96C93B" w14:textId="77777777" w:rsidR="007D40F0" w:rsidRDefault="007D40F0" w:rsidP="007D40F0">
      <w:pPr>
        <w:jc w:val="both"/>
        <w:rPr>
          <w:rFonts w:ascii="Calibri" w:hAnsi="Calibri"/>
        </w:rPr>
      </w:pPr>
    </w:p>
    <w:p w14:paraId="3CB2A125" w14:textId="77777777"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14:paraId="442409CA" w14:textId="77777777" w:rsidTr="00326DC2">
        <w:tc>
          <w:tcPr>
            <w:tcW w:w="4703" w:type="dxa"/>
            <w:shd w:val="clear" w:color="auto" w:fill="auto"/>
          </w:tcPr>
          <w:p w14:paraId="2BDCD193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14:paraId="5160B2AB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14:paraId="05B321CB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14:paraId="35986832" w14:textId="77777777" w:rsidR="00110896" w:rsidRPr="007D40F0" w:rsidRDefault="00110896" w:rsidP="007D40F0">
      <w:pPr>
        <w:pStyle w:val="Titlu"/>
        <w:rPr>
          <w:rFonts w:ascii="Calibri" w:hAnsi="Calibri"/>
          <w:b w:val="0"/>
          <w:sz w:val="24"/>
        </w:rPr>
      </w:pPr>
    </w:p>
    <w:sectPr w:rsidR="00110896" w:rsidRPr="007D40F0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73D0" w14:textId="77777777" w:rsidR="00326DC2" w:rsidRDefault="00326DC2">
      <w:r>
        <w:separator/>
      </w:r>
    </w:p>
  </w:endnote>
  <w:endnote w:type="continuationSeparator" w:id="0">
    <w:p w14:paraId="0E1CCA29" w14:textId="77777777" w:rsidR="00326DC2" w:rsidRDefault="0032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4AF9" w14:textId="77777777" w:rsidR="00D82AB8" w:rsidRDefault="00D82AB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6197D57" w14:textId="77777777">
      <w:trPr>
        <w:cantSplit/>
        <w:trHeight w:hRule="exact" w:val="340"/>
        <w:hidden/>
      </w:trPr>
      <w:tc>
        <w:tcPr>
          <w:tcW w:w="9210" w:type="dxa"/>
        </w:tcPr>
        <w:p w14:paraId="3470CA9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AEA550F" w14:textId="77777777" w:rsidR="00F12E7F" w:rsidRDefault="00A25143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436ABD19" wp14:editId="70E549C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4C9ED4" wp14:editId="4175F9C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8AB30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C9ED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A38AB30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5FBAA5E" wp14:editId="02C3D40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5E81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FBAA5E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885E81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A90DDF" wp14:editId="4985DFE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0BAB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26910EB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3BAF7E9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A90DDF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62E0BAB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26910EB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3BAF7E9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2FEAB09A" wp14:editId="5985D31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CE1438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D0FD" w14:textId="77777777" w:rsidR="00072DDE" w:rsidRDefault="00A25143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65C7CA1" wp14:editId="1526009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F04025" wp14:editId="34D9AF3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59338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0402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46759338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E24DBA1" wp14:editId="070A7DD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8387A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24DBA1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4E8387A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88B60FA" wp14:editId="56141A8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D2CB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B83F7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B66B44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8B60FA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D4D2CB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B83F7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B66B449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C4B9B37" wp14:editId="5B8E80D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0987" w14:textId="77777777" w:rsidR="00326DC2" w:rsidRDefault="00326DC2">
      <w:r>
        <w:separator/>
      </w:r>
    </w:p>
  </w:footnote>
  <w:footnote w:type="continuationSeparator" w:id="0">
    <w:p w14:paraId="663B5375" w14:textId="77777777" w:rsidR="00326DC2" w:rsidRDefault="0032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C225" w14:textId="3678A836" w:rsidR="00D82AB8" w:rsidRDefault="00D82AB8">
    <w:pPr>
      <w:pStyle w:val="Antet"/>
    </w:pPr>
    <w:r>
      <w:rPr>
        <w:noProof/>
      </w:rPr>
      <w:pict w14:anchorId="57F393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457C" w14:textId="52C4039A" w:rsidR="002B3BB9" w:rsidRPr="00851382" w:rsidRDefault="00D82AB8">
    <w:pPr>
      <w:pStyle w:val="Antet"/>
      <w:rPr>
        <w:color w:val="999999"/>
      </w:rPr>
    </w:pPr>
    <w:r>
      <w:rPr>
        <w:noProof/>
      </w:rPr>
      <w:pict w14:anchorId="49656A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25143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A570306" wp14:editId="371BDFF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0CB17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4ABD9D2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57030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4F0CB17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4ABD9D2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B105" w14:textId="279D34D4" w:rsidR="002B3BB9" w:rsidRDefault="00D82AB8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773AD8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5121" type="#_x0000_t136" style="position:absolute;margin-left:0;margin-top:0;width:583.65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25143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DFF2C2E" wp14:editId="414EEE5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143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C19CBAF" wp14:editId="54A7B0C5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143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035583F" wp14:editId="59874B3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25143"/>
    <w:rsid w:val="00A82042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82AB8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3307909"/>
  <w15:chartTrackingRefBased/>
  <w15:docId w15:val="{767F55D0-CB01-4DA0-9605-40D55671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A671-E393-4AC5-AC88-2479AB71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74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3</cp:revision>
  <cp:lastPrinted>2022-03-29T08:07:00Z</cp:lastPrinted>
  <dcterms:created xsi:type="dcterms:W3CDTF">2023-09-06T09:17:00Z</dcterms:created>
  <dcterms:modified xsi:type="dcterms:W3CDTF">2025-09-23T07:18:00Z</dcterms:modified>
</cp:coreProperties>
</file>